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786451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1B343B" w:rsidRPr="001B343B">
        <w:rPr>
          <w:rFonts w:ascii="Verdana" w:eastAsia="Calibri" w:hAnsi="Verdana" w:cs="Times New Roman"/>
          <w:b/>
        </w:rPr>
        <w:t>„</w:t>
      </w:r>
      <w:bookmarkEnd w:id="1"/>
      <w:proofErr w:type="spellStart"/>
      <w:r w:rsidR="001B343B" w:rsidRPr="001B343B">
        <w:rPr>
          <w:rFonts w:ascii="Verdana" w:eastAsia="Calibri" w:hAnsi="Verdana" w:cs="Times New Roman"/>
          <w:b/>
        </w:rPr>
        <w:t>Dluhonice</w:t>
      </w:r>
      <w:proofErr w:type="spellEnd"/>
      <w:r w:rsidR="001B343B" w:rsidRPr="001B343B">
        <w:rPr>
          <w:rFonts w:ascii="Verdana" w:eastAsia="Calibri" w:hAnsi="Verdana" w:cs="Times New Roman"/>
          <w:b/>
        </w:rPr>
        <w:t xml:space="preserve"> V29 srdcovková část PHS“ </w:t>
      </w:r>
      <w:r w:rsidR="001B343B" w:rsidRPr="001B343B">
        <w:rPr>
          <w:rFonts w:ascii="Verdana" w:eastAsia="Calibri" w:hAnsi="Verdana" w:cs="Times New Roman"/>
        </w:rPr>
        <w:t>č.j. 5166/2026-SŽ-OŘ OVA-NPI</w:t>
      </w:r>
      <w:r w:rsidR="00DD2953" w:rsidRPr="004E3BAD">
        <w:rPr>
          <w:rFonts w:ascii="Verdana" w:hAnsi="Verdana"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BC2F9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BC2F9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BC2F9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53047" w14:textId="77777777" w:rsidR="00BC2F97" w:rsidRDefault="00BC2F97" w:rsidP="00962258">
      <w:pPr>
        <w:spacing w:after="0" w:line="240" w:lineRule="auto"/>
      </w:pPr>
      <w:r>
        <w:separator/>
      </w:r>
    </w:p>
  </w:endnote>
  <w:endnote w:type="continuationSeparator" w:id="0">
    <w:p w14:paraId="75A99C33" w14:textId="77777777" w:rsidR="00BC2F97" w:rsidRDefault="00BC2F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0126F" w14:textId="77777777" w:rsidR="00BC2F97" w:rsidRDefault="00BC2F97" w:rsidP="00962258">
      <w:pPr>
        <w:spacing w:after="0" w:line="240" w:lineRule="auto"/>
      </w:pPr>
      <w:r>
        <w:separator/>
      </w:r>
    </w:p>
  </w:footnote>
  <w:footnote w:type="continuationSeparator" w:id="0">
    <w:p w14:paraId="14A87BDC" w14:textId="77777777" w:rsidR="00BC2F97" w:rsidRDefault="00BC2F97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7E00B" w14:textId="645275A1" w:rsidR="00DD2953" w:rsidRDefault="00DD2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E4C688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3CA2DD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57A5"/>
    <w:rsid w:val="001A3814"/>
    <w:rsid w:val="001B343B"/>
    <w:rsid w:val="00207DF5"/>
    <w:rsid w:val="00280E07"/>
    <w:rsid w:val="002811DF"/>
    <w:rsid w:val="002C31BF"/>
    <w:rsid w:val="002D08B1"/>
    <w:rsid w:val="002E0CD7"/>
    <w:rsid w:val="002E2C8A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65526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C5234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B6A1A"/>
    <w:rsid w:val="00BC2F97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2953"/>
    <w:rsid w:val="00DD46F3"/>
    <w:rsid w:val="00DE4C4D"/>
    <w:rsid w:val="00DE56F2"/>
    <w:rsid w:val="00DF116D"/>
    <w:rsid w:val="00E11C7E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E2C8A"/>
    <w:rsid w:val="00390121"/>
    <w:rsid w:val="00465526"/>
    <w:rsid w:val="0049171C"/>
    <w:rsid w:val="004B52FD"/>
    <w:rsid w:val="00710200"/>
    <w:rsid w:val="0087094D"/>
    <w:rsid w:val="009038E8"/>
    <w:rsid w:val="00B72819"/>
    <w:rsid w:val="00BE31C7"/>
    <w:rsid w:val="00C601C7"/>
    <w:rsid w:val="00E11C7E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79</TotalTime>
  <Pages>2</Pages>
  <Words>473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12</cp:revision>
  <cp:lastPrinted>2017-11-28T17:18:00Z</cp:lastPrinted>
  <dcterms:created xsi:type="dcterms:W3CDTF">2023-11-16T10:29:00Z</dcterms:created>
  <dcterms:modified xsi:type="dcterms:W3CDTF">2026-02-02T07:03:00Z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